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D3727" w14:textId="77777777" w:rsidR="00724393" w:rsidRDefault="00724393" w:rsidP="0072439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0C2F275" w14:textId="77777777" w:rsidR="00724393" w:rsidRDefault="00724393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22A43AD" w14:textId="2FCDAF18"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14:paraId="5A733BBB" w14:textId="673A42C9" w:rsidR="0085747A" w:rsidRPr="00D47CE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FC0E21" w:rsidRPr="00D47CE1">
        <w:rPr>
          <w:rFonts w:ascii="Corbel" w:hAnsi="Corbel"/>
          <w:b/>
          <w:smallCaps/>
          <w:sz w:val="24"/>
          <w:szCs w:val="24"/>
        </w:rPr>
        <w:t>202</w:t>
      </w:r>
      <w:r w:rsidR="00451922">
        <w:rPr>
          <w:rFonts w:ascii="Corbel" w:hAnsi="Corbel"/>
          <w:b/>
          <w:smallCaps/>
          <w:sz w:val="24"/>
          <w:szCs w:val="24"/>
        </w:rPr>
        <w:t>3-</w:t>
      </w:r>
      <w:r w:rsidR="00FC0E21" w:rsidRPr="00D47CE1">
        <w:rPr>
          <w:rFonts w:ascii="Corbel" w:hAnsi="Corbel"/>
          <w:b/>
          <w:smallCaps/>
          <w:sz w:val="24"/>
          <w:szCs w:val="24"/>
        </w:rPr>
        <w:t>202</w:t>
      </w:r>
      <w:r w:rsidR="00451922">
        <w:rPr>
          <w:rFonts w:ascii="Corbel" w:hAnsi="Corbel"/>
          <w:b/>
          <w:smallCaps/>
          <w:sz w:val="24"/>
          <w:szCs w:val="24"/>
        </w:rPr>
        <w:t>8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GoBack"/>
      <w:bookmarkEnd w:id="0"/>
    </w:p>
    <w:p w14:paraId="11C766C1" w14:textId="1F2C3E18"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</w:t>
      </w:r>
      <w:r w:rsidR="00451922">
        <w:rPr>
          <w:rFonts w:ascii="Corbel" w:hAnsi="Corbel"/>
          <w:b/>
          <w:sz w:val="24"/>
          <w:szCs w:val="24"/>
        </w:rPr>
        <w:t>5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451922">
        <w:rPr>
          <w:rFonts w:ascii="Corbel" w:hAnsi="Corbel"/>
          <w:b/>
          <w:sz w:val="24"/>
          <w:szCs w:val="24"/>
        </w:rPr>
        <w:t>6</w:t>
      </w:r>
      <w:r w:rsidR="00680726" w:rsidRPr="00D47CE1">
        <w:rPr>
          <w:rFonts w:ascii="Corbel" w:hAnsi="Corbel"/>
          <w:b/>
          <w:sz w:val="24"/>
          <w:szCs w:val="24"/>
        </w:rPr>
        <w:t>-202</w:t>
      </w:r>
      <w:r w:rsidR="00451922">
        <w:rPr>
          <w:rFonts w:ascii="Corbel" w:hAnsi="Corbel"/>
          <w:b/>
          <w:sz w:val="24"/>
          <w:szCs w:val="24"/>
        </w:rPr>
        <w:t>6</w:t>
      </w:r>
      <w:r w:rsidR="00680726" w:rsidRPr="00D47CE1">
        <w:rPr>
          <w:rFonts w:ascii="Corbel" w:hAnsi="Corbel"/>
          <w:b/>
          <w:sz w:val="24"/>
          <w:szCs w:val="24"/>
        </w:rPr>
        <w:t>/202</w:t>
      </w:r>
      <w:r w:rsidR="00451922">
        <w:rPr>
          <w:rFonts w:ascii="Corbel" w:hAnsi="Corbel"/>
          <w:b/>
          <w:sz w:val="24"/>
          <w:szCs w:val="24"/>
        </w:rPr>
        <w:t>7</w:t>
      </w:r>
    </w:p>
    <w:p w14:paraId="29BDAA38" w14:textId="77777777"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37F158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14:paraId="0120EC60" w14:textId="77777777" w:rsidTr="00B819C8">
        <w:tc>
          <w:tcPr>
            <w:tcW w:w="2694" w:type="dxa"/>
            <w:vAlign w:val="center"/>
          </w:tcPr>
          <w:p w14:paraId="3932B65A" w14:textId="77777777"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8A7E6C" w14:textId="77777777"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14:paraId="17CFA9B8" w14:textId="77777777" w:rsidTr="00B819C8">
        <w:tc>
          <w:tcPr>
            <w:tcW w:w="2694" w:type="dxa"/>
            <w:vAlign w:val="center"/>
          </w:tcPr>
          <w:p w14:paraId="6718CB0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30E50B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14:paraId="1E731C85" w14:textId="77777777" w:rsidTr="00B819C8">
        <w:tc>
          <w:tcPr>
            <w:tcW w:w="2694" w:type="dxa"/>
            <w:vAlign w:val="center"/>
          </w:tcPr>
          <w:p w14:paraId="14AEBFB4" w14:textId="77777777"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FD17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0726" w:rsidRPr="00D47CE1" w14:paraId="7943DE78" w14:textId="77777777" w:rsidTr="00B819C8">
        <w:tc>
          <w:tcPr>
            <w:tcW w:w="2694" w:type="dxa"/>
            <w:vAlign w:val="center"/>
          </w:tcPr>
          <w:p w14:paraId="4119DB5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0FF03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14:paraId="30AABBE0" w14:textId="77777777" w:rsidTr="00B819C8">
        <w:tc>
          <w:tcPr>
            <w:tcW w:w="2694" w:type="dxa"/>
            <w:vAlign w:val="center"/>
          </w:tcPr>
          <w:p w14:paraId="3BBA8D44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CA44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14:paraId="05CAC9DF" w14:textId="77777777" w:rsidTr="00B819C8">
        <w:tc>
          <w:tcPr>
            <w:tcW w:w="2694" w:type="dxa"/>
            <w:vAlign w:val="center"/>
          </w:tcPr>
          <w:p w14:paraId="20F656E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714758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14:paraId="227C5E0B" w14:textId="77777777" w:rsidTr="00B819C8">
        <w:tc>
          <w:tcPr>
            <w:tcW w:w="2694" w:type="dxa"/>
            <w:vAlign w:val="center"/>
          </w:tcPr>
          <w:p w14:paraId="4FAF2DC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7B125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14:paraId="5B3F69E9" w14:textId="77777777" w:rsidTr="00B819C8">
        <w:tc>
          <w:tcPr>
            <w:tcW w:w="2694" w:type="dxa"/>
            <w:vAlign w:val="center"/>
          </w:tcPr>
          <w:p w14:paraId="183080D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CAD44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80726" w:rsidRPr="00D47CE1" w14:paraId="544D8857" w14:textId="77777777" w:rsidTr="00B819C8">
        <w:tc>
          <w:tcPr>
            <w:tcW w:w="2694" w:type="dxa"/>
            <w:vAlign w:val="center"/>
          </w:tcPr>
          <w:p w14:paraId="2ACEE49D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253420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14:paraId="3EB22FE2" w14:textId="77777777" w:rsidTr="00B819C8">
        <w:tc>
          <w:tcPr>
            <w:tcW w:w="2694" w:type="dxa"/>
            <w:vAlign w:val="center"/>
          </w:tcPr>
          <w:p w14:paraId="3D744DD8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B21F3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14:paraId="6FB1E28C" w14:textId="77777777" w:rsidTr="00B819C8">
        <w:tc>
          <w:tcPr>
            <w:tcW w:w="2694" w:type="dxa"/>
            <w:vAlign w:val="center"/>
          </w:tcPr>
          <w:p w14:paraId="54E3CB50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FBB094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14:paraId="48180085" w14:textId="77777777" w:rsidTr="00B819C8">
        <w:tc>
          <w:tcPr>
            <w:tcW w:w="2694" w:type="dxa"/>
            <w:vAlign w:val="center"/>
          </w:tcPr>
          <w:p w14:paraId="164D0B5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B82960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Krystyna Barłóg</w:t>
            </w:r>
          </w:p>
        </w:tc>
      </w:tr>
      <w:tr w:rsidR="00680726" w:rsidRPr="00D47CE1" w14:paraId="73A3C5A2" w14:textId="77777777" w:rsidTr="00B819C8">
        <w:tc>
          <w:tcPr>
            <w:tcW w:w="2694" w:type="dxa"/>
            <w:vAlign w:val="center"/>
          </w:tcPr>
          <w:p w14:paraId="5BD8D47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5AE2FF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14:paraId="41C31259" w14:textId="77777777"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 Agnieszka Łaba-</w:t>
            </w:r>
            <w:proofErr w:type="spellStart"/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</w:tbl>
    <w:p w14:paraId="6CE1C7DE" w14:textId="77777777"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14:paraId="2CBD7EC5" w14:textId="77777777"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B50D6D" w14:textId="77777777"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14:paraId="7E13DC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01D6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14:paraId="154056AC" w14:textId="77777777"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B57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Wykł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4E5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F4A2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Konw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ACB8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B55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Sem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4BD5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1A2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Prakt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42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66CE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14:paraId="4C1DC1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C78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9070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EF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B87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AE67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B5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0CA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4947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E90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BEC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14:paraId="287637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36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EAC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AF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353D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5EFF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1D99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62E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10F6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98A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8FC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295DF5" w14:textId="77777777"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006611D" w14:textId="77777777"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14:paraId="0FC85899" w14:textId="77777777"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FBAEDE" w14:textId="77777777"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02E25" w14:textId="77777777"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A70B44" w14:textId="77777777"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14:paraId="6667FE73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14:paraId="3E997E4F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18F7232" w14:textId="77777777"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7F0A3088" w14:textId="77777777" w:rsidTr="00745302">
        <w:tc>
          <w:tcPr>
            <w:tcW w:w="9670" w:type="dxa"/>
          </w:tcPr>
          <w:p w14:paraId="171CA54F" w14:textId="77777777"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14:paraId="40FE8391" w14:textId="77777777"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VII;</w:t>
            </w:r>
          </w:p>
        </w:tc>
      </w:tr>
    </w:tbl>
    <w:p w14:paraId="44F4CFF6" w14:textId="77777777"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DAE243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14:paraId="2E2712A3" w14:textId="77777777"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02B914" w14:textId="77777777"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14:paraId="7F830123" w14:textId="77777777"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14:paraId="607346EB" w14:textId="77777777" w:rsidTr="00614BD2">
        <w:tc>
          <w:tcPr>
            <w:tcW w:w="851" w:type="dxa"/>
            <w:vAlign w:val="center"/>
          </w:tcPr>
          <w:p w14:paraId="5FCFA9DA" w14:textId="77777777"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CB40010" w14:textId="77777777"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14:paraId="4CB75588" w14:textId="77777777" w:rsidTr="00614BD2">
        <w:tc>
          <w:tcPr>
            <w:tcW w:w="851" w:type="dxa"/>
            <w:vAlign w:val="center"/>
          </w:tcPr>
          <w:p w14:paraId="41748ECC" w14:textId="77777777"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6F164" w14:textId="77777777"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14:paraId="036BBE8A" w14:textId="77777777" w:rsidTr="00614BD2">
        <w:tc>
          <w:tcPr>
            <w:tcW w:w="851" w:type="dxa"/>
            <w:vAlign w:val="center"/>
          </w:tcPr>
          <w:p w14:paraId="305911D5" w14:textId="77777777"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40DE088" w14:textId="77777777"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14:paraId="72E50B55" w14:textId="77777777" w:rsidTr="00614BD2">
        <w:tc>
          <w:tcPr>
            <w:tcW w:w="851" w:type="dxa"/>
            <w:vAlign w:val="center"/>
          </w:tcPr>
          <w:p w14:paraId="577974A5" w14:textId="77777777"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7CC6D7" w14:textId="77777777"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14:paraId="57F0A4ED" w14:textId="77777777"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40B6A" w14:textId="77777777"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14:paraId="66726D18" w14:textId="77777777" w:rsidTr="00465EB9">
        <w:trPr>
          <w:jc w:val="center"/>
        </w:trPr>
        <w:tc>
          <w:tcPr>
            <w:tcW w:w="1694" w:type="dxa"/>
            <w:vAlign w:val="center"/>
          </w:tcPr>
          <w:p w14:paraId="3E66A9E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14:paraId="0390552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14:paraId="531EFA3A" w14:textId="77777777"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14:paraId="48699FA0" w14:textId="77777777" w:rsidTr="00465EB9">
        <w:trPr>
          <w:jc w:val="center"/>
        </w:trPr>
        <w:tc>
          <w:tcPr>
            <w:tcW w:w="1694" w:type="dxa"/>
            <w:vAlign w:val="center"/>
          </w:tcPr>
          <w:p w14:paraId="4ED00C62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14:paraId="1E77DD33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14:paraId="776DBFF2" w14:textId="77777777"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14:paraId="70F86880" w14:textId="77777777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14:paraId="171D8895" w14:textId="77777777"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14:paraId="630D6C3B" w14:textId="77777777"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14:paraId="14FE04CE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700AFF7E" w14:textId="77777777"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14:paraId="632A3F50" w14:textId="77777777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14:paraId="04CDEDB7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14:paraId="6B2538A7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14:paraId="0DFB6132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14:paraId="7FCC7ED2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14:paraId="52A6E65C" w14:textId="77777777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14:paraId="66CBD82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14:paraId="3530F058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14:paraId="31812A13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4337E70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14:paraId="46D94610" w14:textId="77777777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14:paraId="67E04A0F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14:paraId="22861E35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14:paraId="0E419B4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14:paraId="05EF3D07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14:paraId="4604F289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14:paraId="051372D6" w14:textId="77777777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14:paraId="1861BAEB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14:paraId="784C7A72" w14:textId="77777777"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14:paraId="290266A5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14:paraId="5C288BE6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14:paraId="1A8BED1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14:paraId="58AB263D" w14:textId="77777777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14:paraId="5629294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14:paraId="0422333C" w14:textId="77777777"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14:paraId="2F144A7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14:paraId="387A27AD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14:paraId="4150ED44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14:paraId="38E6D883" w14:textId="77777777"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0CF814" w14:textId="77777777"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14:paraId="0B95CC9E" w14:textId="77777777"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14:paraId="0CD78977" w14:textId="77777777"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nie dotyczy</w:t>
      </w:r>
    </w:p>
    <w:p w14:paraId="43C15952" w14:textId="77777777"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B8C7661" w14:textId="77777777"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14:paraId="350CB791" w14:textId="77777777" w:rsidTr="00923D7D">
        <w:tc>
          <w:tcPr>
            <w:tcW w:w="9639" w:type="dxa"/>
          </w:tcPr>
          <w:p w14:paraId="06A64E0B" w14:textId="77777777"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14:paraId="28525412" w14:textId="77777777" w:rsidTr="00923D7D">
        <w:tc>
          <w:tcPr>
            <w:tcW w:w="9639" w:type="dxa"/>
          </w:tcPr>
          <w:p w14:paraId="43EAF8A9" w14:textId="77777777"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</w:p>
        </w:tc>
      </w:tr>
      <w:tr w:rsidR="00DD1705" w:rsidRPr="00D47CE1" w14:paraId="59C41B55" w14:textId="77777777" w:rsidTr="00923D7D">
        <w:tc>
          <w:tcPr>
            <w:tcW w:w="9639" w:type="dxa"/>
          </w:tcPr>
          <w:p w14:paraId="797006DC" w14:textId="77777777"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14:paraId="2B436B9E" w14:textId="77777777" w:rsidTr="00923D7D">
        <w:tc>
          <w:tcPr>
            <w:tcW w:w="9639" w:type="dxa"/>
          </w:tcPr>
          <w:p w14:paraId="53597DFE" w14:textId="77777777"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14:paraId="71A179E3" w14:textId="77777777" w:rsidTr="00923D7D">
        <w:tc>
          <w:tcPr>
            <w:tcW w:w="9639" w:type="dxa"/>
          </w:tcPr>
          <w:p w14:paraId="548446EB" w14:textId="77777777"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14:paraId="2A4EEE1D" w14:textId="77777777" w:rsidTr="00923D7D">
        <w:tc>
          <w:tcPr>
            <w:tcW w:w="9639" w:type="dxa"/>
          </w:tcPr>
          <w:p w14:paraId="5ACDF578" w14:textId="77777777"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14:paraId="08C6927B" w14:textId="77777777" w:rsidTr="00923D7D">
        <w:tc>
          <w:tcPr>
            <w:tcW w:w="9639" w:type="dxa"/>
          </w:tcPr>
          <w:p w14:paraId="31118921" w14:textId="77777777"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EE1E0EB" w14:textId="77777777" w:rsidTr="00923D7D">
        <w:tc>
          <w:tcPr>
            <w:tcW w:w="9639" w:type="dxa"/>
          </w:tcPr>
          <w:p w14:paraId="44EE23D8" w14:textId="77777777"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14:paraId="25085A0C" w14:textId="77777777" w:rsidTr="00923D7D">
        <w:tc>
          <w:tcPr>
            <w:tcW w:w="9639" w:type="dxa"/>
          </w:tcPr>
          <w:p w14:paraId="3A7E9434" w14:textId="77777777"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B5CC420" w14:textId="77777777" w:rsidTr="00923D7D">
        <w:tc>
          <w:tcPr>
            <w:tcW w:w="9639" w:type="dxa"/>
          </w:tcPr>
          <w:p w14:paraId="4C7338F4" w14:textId="77777777"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DCF783" w14:textId="77777777"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10280B" w14:textId="77777777"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DD0477" w14:textId="77777777"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14:paraId="5001143C" w14:textId="77777777"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14:paraId="547214D1" w14:textId="77777777"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9579A8" w14:textId="77777777"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14:paraId="7C68F2CD" w14:textId="77777777"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79B55" w14:textId="77777777"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14:paraId="0765D5B5" w14:textId="77777777" w:rsidTr="0082138F">
        <w:tc>
          <w:tcPr>
            <w:tcW w:w="1588" w:type="dxa"/>
            <w:vAlign w:val="center"/>
          </w:tcPr>
          <w:p w14:paraId="2D4EE545" w14:textId="77777777"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6BE564B" w14:textId="77777777"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F014700" w14:textId="77777777"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14:paraId="3F0D96FA" w14:textId="77777777"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14:paraId="11471A5C" w14:textId="77777777" w:rsidTr="00680726">
        <w:tc>
          <w:tcPr>
            <w:tcW w:w="1588" w:type="dxa"/>
            <w:vAlign w:val="center"/>
          </w:tcPr>
          <w:p w14:paraId="68C42EE8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7CE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7CE1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14:paraId="4948764A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7BEEBFF5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09A05E9" w14:textId="77777777" w:rsidTr="00680726">
        <w:tc>
          <w:tcPr>
            <w:tcW w:w="1588" w:type="dxa"/>
            <w:vAlign w:val="center"/>
          </w:tcPr>
          <w:p w14:paraId="6FCAF4BD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81BF52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439830EE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D157046" w14:textId="77777777" w:rsidTr="00680726">
        <w:tc>
          <w:tcPr>
            <w:tcW w:w="1588" w:type="dxa"/>
            <w:vAlign w:val="center"/>
          </w:tcPr>
          <w:p w14:paraId="6FE18140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14:paraId="39286AA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5E8FC8C1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140A5358" w14:textId="77777777" w:rsidTr="00680726">
        <w:tc>
          <w:tcPr>
            <w:tcW w:w="1588" w:type="dxa"/>
            <w:vAlign w:val="center"/>
          </w:tcPr>
          <w:p w14:paraId="4A81174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14:paraId="5567D810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0BD8B7A8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365E9E9C" w14:textId="77777777" w:rsidTr="00680726">
        <w:tc>
          <w:tcPr>
            <w:tcW w:w="1588" w:type="dxa"/>
            <w:vAlign w:val="center"/>
          </w:tcPr>
          <w:p w14:paraId="6B2C09F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14:paraId="138849DD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6E866F09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7B00C99F" w14:textId="77777777" w:rsidTr="00680726">
        <w:tc>
          <w:tcPr>
            <w:tcW w:w="1588" w:type="dxa"/>
            <w:vAlign w:val="center"/>
          </w:tcPr>
          <w:p w14:paraId="66F7A7B4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14:paraId="45E986D9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14:paraId="2AE7003C" w14:textId="77777777"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6843D212" w14:textId="77777777"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DED961" w14:textId="77777777"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6FE2BB9A" w14:textId="77777777" w:rsidTr="00923D7D">
        <w:tc>
          <w:tcPr>
            <w:tcW w:w="9670" w:type="dxa"/>
          </w:tcPr>
          <w:p w14:paraId="5C4613BC" w14:textId="77777777"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77007AA" w14:textId="77777777"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14:paraId="684401A6" w14:textId="77777777"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01D24" w14:textId="77777777"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14:paraId="239AA78C" w14:textId="77777777" w:rsidTr="003E1941">
        <w:tc>
          <w:tcPr>
            <w:tcW w:w="4962" w:type="dxa"/>
            <w:vAlign w:val="center"/>
          </w:tcPr>
          <w:p w14:paraId="636AADC4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99212E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14:paraId="2B58675E" w14:textId="77777777" w:rsidTr="00923D7D">
        <w:tc>
          <w:tcPr>
            <w:tcW w:w="4962" w:type="dxa"/>
          </w:tcPr>
          <w:p w14:paraId="7F1A646C" w14:textId="6D9C0740" w:rsidR="0085747A" w:rsidRPr="00D47CE1" w:rsidRDefault="00C61DC5" w:rsidP="00122F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8B76C6" w14:textId="77777777"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14:paraId="52872041" w14:textId="77777777" w:rsidTr="00923D7D">
        <w:tc>
          <w:tcPr>
            <w:tcW w:w="4962" w:type="dxa"/>
          </w:tcPr>
          <w:p w14:paraId="79824807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22E4E" w14:textId="77777777"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14:paraId="210E2E1A" w14:textId="77777777" w:rsidTr="00923D7D">
        <w:tc>
          <w:tcPr>
            <w:tcW w:w="4962" w:type="dxa"/>
          </w:tcPr>
          <w:p w14:paraId="24ED471D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CDF3C9" w14:textId="77777777"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80B6B3F" w14:textId="77777777"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1E148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14:paraId="2B4EB2DB" w14:textId="77777777" w:rsidTr="00A83E4D">
        <w:trPr>
          <w:trHeight w:val="397"/>
        </w:trPr>
        <w:tc>
          <w:tcPr>
            <w:tcW w:w="3969" w:type="dxa"/>
          </w:tcPr>
          <w:p w14:paraId="02061AD8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F4092DB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14:paraId="45CECC22" w14:textId="77777777" w:rsidTr="00A83E4D">
        <w:trPr>
          <w:trHeight w:val="397"/>
        </w:trPr>
        <w:tc>
          <w:tcPr>
            <w:tcW w:w="3969" w:type="dxa"/>
          </w:tcPr>
          <w:p w14:paraId="05303721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25BFAFFA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14:paraId="297A04AD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22FE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14:paraId="3E705C24" w14:textId="77777777" w:rsidTr="00A83E4D">
        <w:trPr>
          <w:trHeight w:val="416"/>
        </w:trPr>
        <w:tc>
          <w:tcPr>
            <w:tcW w:w="9747" w:type="dxa"/>
          </w:tcPr>
          <w:p w14:paraId="59C4563B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C2D00CE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Khamisy</w:t>
            </w:r>
            <w:proofErr w:type="spellEnd"/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APS, Warszawa 2012.</w:t>
            </w:r>
          </w:p>
          <w:p w14:paraId="4584C3D7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14:paraId="1159E341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14:paraId="406FE76A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</w:t>
            </w:r>
            <w:proofErr w:type="spellStart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psychostymulacji</w:t>
            </w:r>
            <w:proofErr w:type="spellEnd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14:paraId="200DAD32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". Wyższa Szkoła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Sosnowiec 2011</w:t>
            </w:r>
          </w:p>
          <w:p w14:paraId="47BA08EB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14:paraId="46F4EA39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D47CE1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14:paraId="3CCA7828" w14:textId="77777777"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14:paraId="68E597D6" w14:textId="77777777" w:rsidTr="00A83E4D">
        <w:trPr>
          <w:trHeight w:val="397"/>
        </w:trPr>
        <w:tc>
          <w:tcPr>
            <w:tcW w:w="9747" w:type="dxa"/>
          </w:tcPr>
          <w:p w14:paraId="778BA119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B03BFC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Buchnat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Tylewska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Wydawnictwo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Warszawa 2012</w:t>
            </w:r>
          </w:p>
          <w:p w14:paraId="7DFA0EC8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14:paraId="7D15FF7F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14:paraId="4FF79A41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14:paraId="4AFEDFFB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387F6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9E3B1CB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8B93F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936F" w14:textId="77777777"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2BFD23C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F0F128" w14:textId="77777777"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2D606F90" w14:textId="77777777"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A4AD98" w14:textId="77777777"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0DC30" w14:textId="77777777" w:rsidR="007865B3" w:rsidRDefault="007865B3" w:rsidP="00C16ABF">
      <w:pPr>
        <w:spacing w:after="0" w:line="240" w:lineRule="auto"/>
      </w:pPr>
      <w:r>
        <w:separator/>
      </w:r>
    </w:p>
  </w:endnote>
  <w:endnote w:type="continuationSeparator" w:id="0">
    <w:p w14:paraId="400202D4" w14:textId="77777777" w:rsidR="007865B3" w:rsidRDefault="007865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7E796" w14:textId="77777777" w:rsidR="007865B3" w:rsidRDefault="007865B3" w:rsidP="00C16ABF">
      <w:pPr>
        <w:spacing w:after="0" w:line="240" w:lineRule="auto"/>
      </w:pPr>
      <w:r>
        <w:separator/>
      </w:r>
    </w:p>
  </w:footnote>
  <w:footnote w:type="continuationSeparator" w:id="0">
    <w:p w14:paraId="2259DE5B" w14:textId="77777777" w:rsidR="007865B3" w:rsidRDefault="007865B3" w:rsidP="00C16ABF">
      <w:pPr>
        <w:spacing w:after="0" w:line="240" w:lineRule="auto"/>
      </w:pPr>
      <w:r>
        <w:continuationSeparator/>
      </w:r>
    </w:p>
  </w:footnote>
  <w:footnote w:id="1">
    <w:p w14:paraId="5B6289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13"/>
  </w:num>
  <w:num w:numId="13">
    <w:abstractNumId w:val="5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B7AB7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2FD3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4E29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1922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393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65B3"/>
    <w:rsid w:val="00787C2A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47F50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3EC7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3332"/>
    <w:rsid w:val="00D14A73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4119"/>
    <w:rsid w:val="00D7672E"/>
    <w:rsid w:val="00D8075B"/>
    <w:rsid w:val="00D8678B"/>
    <w:rsid w:val="00DA2114"/>
    <w:rsid w:val="00DB3BE5"/>
    <w:rsid w:val="00DB5468"/>
    <w:rsid w:val="00DB5AD9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5F62"/>
  <w15:docId w15:val="{EE4F3B7C-900D-43D6-8506-30A0EB8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7F96-D720-4A20-91F4-F3CC31FD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6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2020-02-14T10:26:00Z</dcterms:created>
  <dcterms:modified xsi:type="dcterms:W3CDTF">2023-05-19T06:34:00Z</dcterms:modified>
</cp:coreProperties>
</file>